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DD51E21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Piave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FAE249B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>écoulement rond chromé brillant</w:t>
      </w:r>
      <w:r>
        <w:rPr>
          <w:rFonts w:ascii="Arial" w:hAnsi="Arial"/>
          <w:lang w:val="fr-BE"/>
        </w:rPr>
        <w:t xml:space="preserve"> est monté sur une plaque murale ronde chromée brillant</w:t>
      </w:r>
    </w:p>
    <w:p w14:paraId="0B7DDFC4" w14:textId="00CEC26D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rond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>électronique</w:t>
      </w:r>
      <w:r>
        <w:rPr>
          <w:rFonts w:ascii="Arial" w:hAnsi="Arial"/>
          <w:lang w:val="fr-BE"/>
        </w:rPr>
        <w:t xml:space="preserve"> mural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</w:t>
      </w:r>
      <w:r>
        <w:rPr>
          <w:rFonts w:ascii="Arial" w:hAnsi="Arial"/>
          <w:lang w:val="fr-BE"/>
        </w:rPr>
        <w:t xml:space="preserve">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6DE4AFC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>
        <w:rPr>
          <w:rFonts w:ascii="Arial" w:hAnsi="Arial"/>
          <w:lang w:val="fr-BE"/>
        </w:rPr>
        <w:t>murale</w:t>
      </w:r>
      <w:r>
        <w:rPr>
          <w:rFonts w:ascii="Arial" w:hAnsi="Arial"/>
          <w:lang w:val="fr-BE"/>
        </w:rPr>
        <w:t xml:space="preserve"> </w:t>
      </w:r>
      <w:r w:rsidRPr="00670D54">
        <w:rPr>
          <w:rFonts w:ascii="Arial" w:hAnsi="Arial"/>
          <w:lang w:val="fr-BE"/>
        </w:rPr>
        <w:t>ronde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671A7" w14:paraId="57ED0258" w14:textId="77777777" w:rsidTr="00145383">
        <w:tc>
          <w:tcPr>
            <w:tcW w:w="9663" w:type="dxa"/>
          </w:tcPr>
          <w:p w14:paraId="31990F4E" w14:textId="22B56617" w:rsidR="00145383" w:rsidRPr="008671A7" w:rsidRDefault="008671A7" w:rsidP="00145383">
            <w:pPr>
              <w:rPr>
                <w:lang w:val="fr-BE"/>
              </w:rPr>
            </w:pPr>
            <w:r w:rsidRPr="008671A7">
              <w:rPr>
                <w:rFonts w:ascii="Arial" w:hAnsi="Arial"/>
                <w:lang w:val="fr-BE"/>
              </w:rPr>
              <w:t>Diamètre de la plaque</w:t>
            </w:r>
            <w:r w:rsidR="00145383" w:rsidRPr="008671A7">
              <w:rPr>
                <w:rFonts w:ascii="Arial" w:hAnsi="Arial"/>
                <w:lang w:val="fr-BE"/>
              </w:rPr>
              <w:t xml:space="preserve"> rond</w:t>
            </w:r>
            <w:r w:rsidRPr="008671A7">
              <w:rPr>
                <w:rFonts w:ascii="Arial" w:hAnsi="Arial"/>
                <w:lang w:val="fr-BE"/>
              </w:rPr>
              <w:t>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</w:p>
        </w:tc>
      </w:tr>
      <w:tr w:rsidR="00145383" w:rsidRPr="0088402A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1485E1F6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43711F27" w14:textId="77777777" w:rsidR="00FB49FD" w:rsidRDefault="00C62998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5EC29C4" wp14:editId="12AA164C">
                  <wp:extent cx="134810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1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5C4F348" w14:textId="77777777" w:rsidR="00FB49FD" w:rsidRDefault="005D7E31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C6D6CA8" wp14:editId="450E0A66">
                  <wp:extent cx="1101725" cy="2160270"/>
                  <wp:effectExtent l="0" t="0" r="317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B6025F" w14:textId="77777777" w:rsidR="00FB49FD" w:rsidRDefault="00FB49FD" w:rsidP="007A2316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43B2B276" w:rsidR="00E43D97" w:rsidRPr="00A754BC" w:rsidRDefault="00D35287" w:rsidP="00080B0F">
    <w:pPr>
      <w:pStyle w:val="Header"/>
      <w:rPr>
        <w:rFonts w:ascii="Arial" w:hAnsi="Arial"/>
        <w:b/>
        <w:lang w:val="fr-BE"/>
      </w:rPr>
    </w:pPr>
    <w:r w:rsidRPr="00A754BC">
      <w:rPr>
        <w:rFonts w:ascii="Arial" w:hAnsi="Arial"/>
        <w:b/>
        <w:lang w:val="fr-BE"/>
      </w:rPr>
      <w:t xml:space="preserve">Piave,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65076-22ED-49FE-8AFD-0DE5E0D2C44A}"/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31</TotalTime>
  <Pages>2</Pages>
  <Words>332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2021-01-25T22:49:00Z</dcterms:created>
  <dcterms:modified xsi:type="dcterms:W3CDTF">2023-12-22T08:03:00Z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